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1A81">
        <w:rPr>
          <w:rFonts w:ascii="Arial" w:hAnsi="Arial" w:cs="Arial"/>
          <w:b/>
          <w:caps/>
          <w:sz w:val="28"/>
          <w:szCs w:val="28"/>
        </w:rPr>
        <w:t>344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11A81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11A81">
              <w:rPr>
                <w:rFonts w:ascii="Arial" w:hAnsi="Arial" w:cs="Arial"/>
                <w:sz w:val="20"/>
                <w:szCs w:val="20"/>
              </w:rPr>
              <w:t>Moção Congratulatória pelo transcurso do Dia do Cardiologista, comemorado em 14 de agosto.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11A81" w:rsidRPr="00F11A81">
        <w:rPr>
          <w:rFonts w:ascii="Arial" w:hAnsi="Arial" w:cs="Arial"/>
        </w:rPr>
        <w:t>Moção Congratulatória pelo transcurso do Dia do Cardiologista, comemorado em 14 de agosto.</w:t>
      </w:r>
    </w:p>
    <w:p w:rsidR="00F11A81" w:rsidRPr="00BF791A" w:rsidRDefault="00F11A81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oportunidade, então, consignamos nossos cumprimentos a todos os médicos cardiologistas, desejando sucesso em suas carreiras.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11A81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11A81">
        <w:rPr>
          <w:rFonts w:ascii="Arial" w:hAnsi="Arial" w:cs="Arial"/>
        </w:rPr>
        <w:t>15 de agosto de 2018.</w:t>
      </w:r>
    </w:p>
    <w:p w:rsidR="00F11A81" w:rsidRDefault="00F11A81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1A81" w:rsidRDefault="00F11A81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1A81" w:rsidRDefault="00F11A81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1A81" w:rsidRPr="00A34F2C" w:rsidRDefault="00F11A8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11A81" w:rsidRDefault="00F11A8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F11A81" w:rsidRDefault="00F11A8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11A81" w:rsidRPr="00A34F2C" w:rsidRDefault="00F11A8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11A8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FDC" w:rsidRDefault="00095FDC">
      <w:r>
        <w:separator/>
      </w:r>
    </w:p>
  </w:endnote>
  <w:endnote w:type="continuationSeparator" w:id="0">
    <w:p w:rsidR="00095FDC" w:rsidRDefault="0009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FDC" w:rsidRDefault="00095FDC">
      <w:r>
        <w:separator/>
      </w:r>
    </w:p>
  </w:footnote>
  <w:footnote w:type="continuationSeparator" w:id="0">
    <w:p w:rsidR="00095FDC" w:rsidRDefault="00095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5FDC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11A8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7F78E-476E-48CA-98CE-0C2241EE8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2018-08-13T17:53:00Z</dcterms:created>
  <dcterms:modified xsi:type="dcterms:W3CDTF">2018-08-13T17:53:00Z</dcterms:modified>
</cp:coreProperties>
</file>